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E960BB" w:rsidR="006E5D65" w:rsidP="002D3375" w:rsidRDefault="00997F14" w14:paraId="0821091B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821091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18A2D978" w:rsidRDefault="0071620A" w14:paraId="0821091D" w14:textId="4C04A0A7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18A2D978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18A2D978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18A2D978" w:rsidR="00916C0B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18A2D978" w:rsidR="39CAB53F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18A2D978" w:rsidR="00916C0B">
        <w:rPr>
          <w:rFonts w:ascii="Corbel" w:hAnsi="Corbel"/>
          <w:i w:val="1"/>
          <w:iCs w:val="1"/>
          <w:smallCaps w:val="1"/>
          <w:sz w:val="24"/>
          <w:szCs w:val="24"/>
        </w:rPr>
        <w:t>-</w:t>
      </w:r>
      <w:r w:rsidRPr="18A2D978" w:rsidR="00002BE6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18A2D978" w:rsidR="00916C0B">
        <w:rPr>
          <w:rFonts w:ascii="Corbel" w:hAnsi="Corbel"/>
          <w:i w:val="1"/>
          <w:iCs w:val="1"/>
          <w:smallCaps w:val="1"/>
          <w:sz w:val="24"/>
          <w:szCs w:val="24"/>
        </w:rPr>
        <w:t>2</w:t>
      </w:r>
      <w:r w:rsidRPr="18A2D978" w:rsidR="296F659D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</w:p>
    <w:p w:rsidR="0085747A" w:rsidP="00EA4832" w:rsidRDefault="00EA4832" w14:paraId="0821091E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0821091F" w14:textId="1BA5D31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916C0B">
        <w:rPr>
          <w:rFonts w:ascii="Corbel" w:hAnsi="Corbel"/>
          <w:sz w:val="20"/>
          <w:szCs w:val="20"/>
        </w:rPr>
        <w:t>20</w:t>
      </w:r>
      <w:r w:rsidR="00943DF1">
        <w:rPr>
          <w:rFonts w:ascii="Corbel" w:hAnsi="Corbel"/>
          <w:sz w:val="20"/>
          <w:szCs w:val="20"/>
        </w:rPr>
        <w:t>2</w:t>
      </w:r>
      <w:r w:rsidR="4B9BD385">
        <w:rPr>
          <w:rFonts w:ascii="Corbel" w:hAnsi="Corbel"/>
          <w:sz w:val="20"/>
          <w:szCs w:val="20"/>
        </w:rPr>
        <w:t>1</w:t>
      </w:r>
      <w:r w:rsidR="00916C0B">
        <w:rPr>
          <w:rFonts w:ascii="Corbel" w:hAnsi="Corbel"/>
          <w:sz w:val="20"/>
          <w:szCs w:val="20"/>
        </w:rPr>
        <w:t>/202</w:t>
      </w:r>
      <w:r w:rsidR="38654969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0821092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821092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916C0B" w14:paraId="08210924" w14:textId="77777777">
        <w:tc>
          <w:tcPr>
            <w:tcW w:w="2694" w:type="dxa"/>
            <w:vAlign w:val="center"/>
          </w:tcPr>
          <w:p w:rsidRPr="009C54AE" w:rsidR="0085747A" w:rsidP="009C54AE" w:rsidRDefault="00C05F44" w14:paraId="082109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16C0B" w14:paraId="0821092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międzynarodowe</w:t>
            </w:r>
          </w:p>
        </w:tc>
      </w:tr>
      <w:tr w:rsidRPr="009C54AE" w:rsidR="0085747A" w:rsidTr="00916C0B" w14:paraId="08210927" w14:textId="77777777">
        <w:tc>
          <w:tcPr>
            <w:tcW w:w="2694" w:type="dxa"/>
            <w:vAlign w:val="center"/>
          </w:tcPr>
          <w:p w:rsidRPr="009C54AE" w:rsidR="0085747A" w:rsidP="009C54AE" w:rsidRDefault="00C05F44" w14:paraId="082109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16C0B" w14:paraId="0821092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BW40</w:t>
            </w:r>
          </w:p>
        </w:tc>
      </w:tr>
      <w:tr w:rsidRPr="009C54AE" w:rsidR="00916C0B" w:rsidTr="00916C0B" w14:paraId="0821092A" w14:textId="77777777">
        <w:tc>
          <w:tcPr>
            <w:tcW w:w="2694" w:type="dxa"/>
            <w:vAlign w:val="center"/>
          </w:tcPr>
          <w:p w:rsidRPr="009C54AE" w:rsidR="00916C0B" w:rsidP="00916C0B" w:rsidRDefault="00916C0B" w14:paraId="082109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916C0B" w:rsidP="00916C0B" w:rsidRDefault="00916C0B" w14:paraId="0821092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916C0B" w:rsidTr="00916C0B" w14:paraId="0821092D" w14:textId="77777777">
        <w:tc>
          <w:tcPr>
            <w:tcW w:w="2694" w:type="dxa"/>
            <w:vAlign w:val="center"/>
          </w:tcPr>
          <w:p w:rsidRPr="009C54AE" w:rsidR="00916C0B" w:rsidP="00916C0B" w:rsidRDefault="00916C0B" w14:paraId="082109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916C0B" w:rsidP="00916C0B" w:rsidRDefault="00D97D0C" w14:paraId="0821092C" w14:textId="296B0F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916C0B" w:rsidTr="00916C0B" w14:paraId="08210930" w14:textId="77777777">
        <w:tc>
          <w:tcPr>
            <w:tcW w:w="2694" w:type="dxa"/>
            <w:vAlign w:val="center"/>
          </w:tcPr>
          <w:p w:rsidRPr="009C54AE" w:rsidR="00916C0B" w:rsidP="00916C0B" w:rsidRDefault="00916C0B" w14:paraId="082109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916C0B" w:rsidP="00916C0B" w:rsidRDefault="00916C0B" w14:paraId="082109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916C0B" w:rsidTr="00916C0B" w14:paraId="08210933" w14:textId="77777777">
        <w:tc>
          <w:tcPr>
            <w:tcW w:w="2694" w:type="dxa"/>
            <w:vAlign w:val="center"/>
          </w:tcPr>
          <w:p w:rsidRPr="009C54AE" w:rsidR="00916C0B" w:rsidP="00916C0B" w:rsidRDefault="00916C0B" w14:paraId="0821093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916C0B" w:rsidP="00916C0B" w:rsidRDefault="00916C0B" w14:paraId="0821093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9C54AE" w:rsidR="00916C0B" w:rsidTr="00916C0B" w14:paraId="08210936" w14:textId="77777777">
        <w:tc>
          <w:tcPr>
            <w:tcW w:w="2694" w:type="dxa"/>
            <w:vAlign w:val="center"/>
          </w:tcPr>
          <w:p w:rsidRPr="009C54AE" w:rsidR="00916C0B" w:rsidP="00916C0B" w:rsidRDefault="00916C0B" w14:paraId="082109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916C0B" w:rsidP="00144BD8" w:rsidRDefault="005A45C1" w14:paraId="08210935" w14:textId="27F89E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44BD8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Pr="009C54AE" w:rsidR="00916C0B" w:rsidTr="00916C0B" w14:paraId="08210939" w14:textId="77777777">
        <w:tc>
          <w:tcPr>
            <w:tcW w:w="2694" w:type="dxa"/>
            <w:vAlign w:val="center"/>
          </w:tcPr>
          <w:p w:rsidRPr="009C54AE" w:rsidR="00916C0B" w:rsidP="00916C0B" w:rsidRDefault="00916C0B" w14:paraId="082109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916C0B" w:rsidP="00916C0B" w:rsidRDefault="005A45C1" w14:paraId="08210938" w14:textId="23DDF4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16C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916C0B" w:rsidTr="00916C0B" w14:paraId="0821093C" w14:textId="77777777">
        <w:tc>
          <w:tcPr>
            <w:tcW w:w="2694" w:type="dxa"/>
            <w:vAlign w:val="center"/>
          </w:tcPr>
          <w:p w:rsidRPr="009C54AE" w:rsidR="00916C0B" w:rsidP="00916C0B" w:rsidRDefault="00916C0B" w14:paraId="082109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916C0B" w:rsidP="00916C0B" w:rsidRDefault="005A45C1" w14:paraId="0821093B" w14:textId="65BAF0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916C0B">
              <w:rPr>
                <w:rFonts w:ascii="Corbel" w:hAnsi="Corbel"/>
                <w:b w:val="0"/>
                <w:sz w:val="24"/>
                <w:szCs w:val="24"/>
              </w:rPr>
              <w:t>ok II, semestr III</w:t>
            </w:r>
          </w:p>
        </w:tc>
      </w:tr>
      <w:tr w:rsidRPr="009C54AE" w:rsidR="00916C0B" w:rsidTr="00916C0B" w14:paraId="0821093F" w14:textId="77777777">
        <w:tc>
          <w:tcPr>
            <w:tcW w:w="2694" w:type="dxa"/>
            <w:vAlign w:val="center"/>
          </w:tcPr>
          <w:p w:rsidRPr="009C54AE" w:rsidR="00916C0B" w:rsidP="00916C0B" w:rsidRDefault="00916C0B" w14:paraId="082109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916C0B" w:rsidP="00916C0B" w:rsidRDefault="005A45C1" w14:paraId="0821093E" w14:textId="024AE2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16C0B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Pr="009C54AE" w:rsidR="00916C0B" w:rsidTr="00916C0B" w14:paraId="08210942" w14:textId="77777777">
        <w:tc>
          <w:tcPr>
            <w:tcW w:w="2694" w:type="dxa"/>
            <w:vAlign w:val="center"/>
          </w:tcPr>
          <w:p w:rsidRPr="009C54AE" w:rsidR="00916C0B" w:rsidP="00916C0B" w:rsidRDefault="00916C0B" w14:paraId="082109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16C0B" w:rsidP="00916C0B" w:rsidRDefault="00916C0B" w14:paraId="0821094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916C0B" w:rsidTr="00916C0B" w14:paraId="08210945" w14:textId="77777777">
        <w:tc>
          <w:tcPr>
            <w:tcW w:w="2694" w:type="dxa"/>
            <w:vAlign w:val="center"/>
          </w:tcPr>
          <w:p w:rsidRPr="009C54AE" w:rsidR="00916C0B" w:rsidP="00916C0B" w:rsidRDefault="00916C0B" w14:paraId="0821094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916C0B" w:rsidP="00916C0B" w:rsidRDefault="005A45C1" w14:paraId="08210944" w14:textId="176D5B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16C0B">
              <w:rPr>
                <w:rFonts w:ascii="Corbel" w:hAnsi="Corbel"/>
                <w:b w:val="0"/>
                <w:sz w:val="24"/>
                <w:szCs w:val="24"/>
              </w:rPr>
              <w:t>r Maciej Milczanowski</w:t>
            </w:r>
          </w:p>
        </w:tc>
      </w:tr>
      <w:tr w:rsidRPr="009C54AE" w:rsidR="00916C0B" w:rsidTr="00916C0B" w14:paraId="08210948" w14:textId="77777777">
        <w:tc>
          <w:tcPr>
            <w:tcW w:w="2694" w:type="dxa"/>
            <w:vAlign w:val="center"/>
          </w:tcPr>
          <w:p w:rsidRPr="009C54AE" w:rsidR="00916C0B" w:rsidP="00916C0B" w:rsidRDefault="00916C0B" w14:paraId="082109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916C0B" w:rsidP="00916C0B" w:rsidRDefault="005A45C1" w14:paraId="08210947" w14:textId="4267EC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16C0B">
              <w:rPr>
                <w:rFonts w:ascii="Corbel" w:hAnsi="Corbel"/>
                <w:b w:val="0"/>
                <w:sz w:val="24"/>
                <w:szCs w:val="24"/>
              </w:rPr>
              <w:t>r Maciej Milczanowski</w:t>
            </w:r>
          </w:p>
        </w:tc>
      </w:tr>
    </w:tbl>
    <w:p w:rsidRPr="009C54AE" w:rsidR="0085747A" w:rsidP="009C54AE" w:rsidRDefault="0085747A" w14:paraId="0821094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821094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821094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821094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8C68CE" w14:paraId="08210958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082109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821094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82109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82109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82109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82109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82109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82109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821095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82109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82109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8C68CE" w14:paraId="08210963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916C0B" w14:paraId="082109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821095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821095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97D0C" w14:paraId="0821095C" w14:textId="473563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821095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82109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821095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82109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82109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C68CE" w14:paraId="082109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0821096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821096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821096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8C68CE" w14:paraId="0821096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0821096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821096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821096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2A3DAA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P="009C54AE" w:rsidRDefault="009C54AE" w14:paraId="0821096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E960BB" w14:paraId="0821096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821096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8210970" w14:textId="77777777">
        <w:tc>
          <w:tcPr>
            <w:tcW w:w="9670" w:type="dxa"/>
          </w:tcPr>
          <w:p w:rsidRPr="009C54AE" w:rsidR="0085747A" w:rsidP="009C54AE" w:rsidRDefault="008C68CE" w14:paraId="0821096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sytuacji międzynarodowej, organizacjach międzynarodowych, konfliktach i zagrożeniach związanych z polityką międzynarodową.</w:t>
            </w:r>
          </w:p>
          <w:p w:rsidRPr="009C54AE" w:rsidR="0085747A" w:rsidP="009C54AE" w:rsidRDefault="0085747A" w14:paraId="0821096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0821097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821097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821097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821097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821097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8C68CE" w:rsidTr="008C68CE" w14:paraId="08210978" w14:textId="77777777">
        <w:tc>
          <w:tcPr>
            <w:tcW w:w="845" w:type="dxa"/>
            <w:vAlign w:val="center"/>
          </w:tcPr>
          <w:p w:rsidRPr="008665E9" w:rsidR="008C68CE" w:rsidP="008C68CE" w:rsidRDefault="008C68CE" w14:paraId="0821097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8665E9" w:rsidR="008C68CE" w:rsidP="008C68CE" w:rsidRDefault="008C68CE" w14:paraId="08210977" w14:textId="7777777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Analiza zagrożeń dla bezpieczeństwa międzynarodowego (militarnych i niemilitarnych).</w:t>
            </w:r>
          </w:p>
        </w:tc>
      </w:tr>
      <w:tr w:rsidRPr="009C54AE" w:rsidR="008C68CE" w:rsidTr="008C68CE" w14:paraId="0821097B" w14:textId="77777777">
        <w:tc>
          <w:tcPr>
            <w:tcW w:w="845" w:type="dxa"/>
            <w:vAlign w:val="center"/>
          </w:tcPr>
          <w:p w:rsidRPr="008665E9" w:rsidR="008C68CE" w:rsidP="008C68CE" w:rsidRDefault="008C68CE" w14:paraId="0821097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8665E9" w:rsidR="008C68CE" w:rsidP="008C68CE" w:rsidRDefault="008C68CE" w14:paraId="0821097A" w14:textId="7777777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 xml:space="preserve">Omówienie wszystkich zjawisk i płaszczyzn charakteryzujących bezpieczeństwo międzynarodowe. </w:t>
            </w:r>
          </w:p>
        </w:tc>
      </w:tr>
      <w:tr w:rsidRPr="009C54AE" w:rsidR="008C68CE" w:rsidTr="008C68CE" w14:paraId="0821097E" w14:textId="77777777">
        <w:tc>
          <w:tcPr>
            <w:tcW w:w="845" w:type="dxa"/>
            <w:vAlign w:val="center"/>
          </w:tcPr>
          <w:p w:rsidRPr="008665E9" w:rsidR="008C68CE" w:rsidP="008C68CE" w:rsidRDefault="008C68CE" w14:paraId="0821097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8665E9" w:rsidR="008C68CE" w:rsidP="008C68CE" w:rsidRDefault="008C68CE" w14:paraId="0821097D" w14:textId="7777777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Charakterystyka współczesnych systemów bezpieczeństwa.</w:t>
            </w:r>
          </w:p>
        </w:tc>
      </w:tr>
    </w:tbl>
    <w:p w:rsidRPr="009C54AE" w:rsidR="0085747A" w:rsidP="009C54AE" w:rsidRDefault="0085747A" w14:paraId="0821097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821098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821098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8C68CE" w14:paraId="08210985" w14:textId="77777777">
        <w:tc>
          <w:tcPr>
            <w:tcW w:w="1681" w:type="dxa"/>
            <w:vAlign w:val="center"/>
          </w:tcPr>
          <w:p w:rsidRPr="009C54AE" w:rsidR="0085747A" w:rsidP="009C54AE" w:rsidRDefault="0085747A" w14:paraId="0821098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082109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082109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C68CE" w:rsidTr="008C68CE" w14:paraId="08210989" w14:textId="77777777">
        <w:tc>
          <w:tcPr>
            <w:tcW w:w="1681" w:type="dxa"/>
          </w:tcPr>
          <w:p w:rsidRPr="009C54AE" w:rsidR="008C68CE" w:rsidP="008C68CE" w:rsidRDefault="008C68CE" w14:paraId="082109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C54AE" w:rsidR="008C68CE" w:rsidP="008C68CE" w:rsidRDefault="008C68CE" w14:paraId="082109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5EC">
              <w:rPr>
                <w:rFonts w:ascii="Corbel" w:hAnsi="Corbel"/>
                <w:b w:val="0"/>
                <w:smallCaps w:val="0"/>
                <w:szCs w:val="24"/>
              </w:rPr>
              <w:t>identyfikuje zagrożenia bezpieczeństwa w skali lokalnej, regionalnej, narodowej i globalnej</w:t>
            </w:r>
          </w:p>
        </w:tc>
        <w:tc>
          <w:tcPr>
            <w:tcW w:w="1865" w:type="dxa"/>
          </w:tcPr>
          <w:p w:rsidRPr="009C54AE" w:rsidR="008C68CE" w:rsidP="008C68CE" w:rsidRDefault="00144BD8" w14:paraId="082109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C68CE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Pr="009C54AE" w:rsidR="008C68CE" w:rsidTr="008C68CE" w14:paraId="0821098D" w14:textId="77777777">
        <w:tc>
          <w:tcPr>
            <w:tcW w:w="1681" w:type="dxa"/>
          </w:tcPr>
          <w:p w:rsidRPr="009C54AE" w:rsidR="008C68CE" w:rsidP="008C68CE" w:rsidRDefault="008C68CE" w14:paraId="082109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8C68CE" w:rsidP="008C68CE" w:rsidRDefault="008C68CE" w14:paraId="082109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5EC">
              <w:rPr>
                <w:rFonts w:ascii="Corbel" w:hAnsi="Corbel"/>
                <w:b w:val="0"/>
                <w:smallCaps w:val="0"/>
                <w:szCs w:val="24"/>
              </w:rPr>
              <w:t>zna istotę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ezpieczeństwa w skali globalnej i</w:t>
            </w:r>
            <w:r w:rsidRPr="000225EC">
              <w:rPr>
                <w:rFonts w:ascii="Corbel" w:hAnsi="Corbel"/>
                <w:b w:val="0"/>
                <w:smallCaps w:val="0"/>
                <w:szCs w:val="24"/>
              </w:rPr>
              <w:t xml:space="preserve"> regionalnej</w:t>
            </w:r>
          </w:p>
        </w:tc>
        <w:tc>
          <w:tcPr>
            <w:tcW w:w="1865" w:type="dxa"/>
          </w:tcPr>
          <w:p w:rsidRPr="009C54AE" w:rsidR="008C68CE" w:rsidP="008C68CE" w:rsidRDefault="00144BD8" w14:paraId="08210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C68CE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Pr="009C54AE" w:rsidR="008C68CE" w:rsidTr="008C68CE" w14:paraId="08210991" w14:textId="77777777">
        <w:tc>
          <w:tcPr>
            <w:tcW w:w="1681" w:type="dxa"/>
          </w:tcPr>
          <w:p w:rsidRPr="009C54AE" w:rsidR="008C68CE" w:rsidP="008C68CE" w:rsidRDefault="008C68CE" w14:paraId="082109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Pr="000225EC" w:rsidR="008C68CE" w:rsidP="008C68CE" w:rsidRDefault="008C68CE" w14:paraId="082109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0009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identyfikowania i diagnozowania procesów i zjawisk w zakresie bezpieczeństwa w powiązaniu z wybraną specjalnością studiów </w:t>
            </w:r>
          </w:p>
        </w:tc>
        <w:tc>
          <w:tcPr>
            <w:tcW w:w="1865" w:type="dxa"/>
          </w:tcPr>
          <w:p w:rsidR="008C68CE" w:rsidP="008C68CE" w:rsidRDefault="00144BD8" w14:paraId="082109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C68CE">
              <w:rPr>
                <w:rFonts w:ascii="Corbel" w:hAnsi="Corbel"/>
                <w:b w:val="0"/>
                <w:smallCaps w:val="0"/>
                <w:szCs w:val="24"/>
              </w:rPr>
              <w:t>U04</w:t>
            </w:r>
          </w:p>
        </w:tc>
      </w:tr>
      <w:tr w:rsidRPr="009C54AE" w:rsidR="008C68CE" w:rsidTr="008C68CE" w14:paraId="08210995" w14:textId="77777777">
        <w:tc>
          <w:tcPr>
            <w:tcW w:w="1681" w:type="dxa"/>
          </w:tcPr>
          <w:p w:rsidRPr="009C54AE" w:rsidR="008C68CE" w:rsidP="008C68CE" w:rsidRDefault="008C68CE" w14:paraId="082109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Pr="009C54AE" w:rsidR="008C68CE" w:rsidP="008C68CE" w:rsidRDefault="008C68CE" w14:paraId="082109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5EC">
              <w:rPr>
                <w:rFonts w:ascii="Corbel" w:hAnsi="Corbel"/>
                <w:b w:val="0"/>
                <w:smallCaps w:val="0"/>
                <w:szCs w:val="24"/>
              </w:rPr>
              <w:t>analizuje powiązanie zjawisk społecznych z różnymi obszarami bezpieczeństwa: politycznego, kulturowego, militarnego, ekonomicznego, społecznego, ekologicznego</w:t>
            </w:r>
          </w:p>
        </w:tc>
        <w:tc>
          <w:tcPr>
            <w:tcW w:w="1865" w:type="dxa"/>
          </w:tcPr>
          <w:p w:rsidRPr="009C54AE" w:rsidR="008C68CE" w:rsidP="008C68CE" w:rsidRDefault="00144BD8" w14:paraId="082109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C68CE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</w:tc>
      </w:tr>
      <w:tr w:rsidRPr="009C54AE" w:rsidR="008C68CE" w:rsidTr="008C68CE" w14:paraId="08210999" w14:textId="77777777">
        <w:tc>
          <w:tcPr>
            <w:tcW w:w="1681" w:type="dxa"/>
          </w:tcPr>
          <w:p w:rsidRPr="009C54AE" w:rsidR="008C68CE" w:rsidP="008C68CE" w:rsidRDefault="008C68CE" w14:paraId="082109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Pr="000225EC" w:rsidR="008C68CE" w:rsidP="008C68CE" w:rsidRDefault="008C68CE" w14:paraId="082109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5EC">
              <w:rPr>
                <w:rFonts w:ascii="Corbel" w:hAnsi="Corbel"/>
                <w:b w:val="0"/>
                <w:smallCaps w:val="0"/>
                <w:szCs w:val="24"/>
              </w:rPr>
              <w:t>ma świadomość konieczności stałego i samodzielnego uaktualniania wiedzy</w:t>
            </w:r>
          </w:p>
        </w:tc>
        <w:tc>
          <w:tcPr>
            <w:tcW w:w="1865" w:type="dxa"/>
          </w:tcPr>
          <w:p w:rsidRPr="009C54AE" w:rsidR="008C68CE" w:rsidP="008C68CE" w:rsidRDefault="00144BD8" w14:paraId="082109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C68CE">
              <w:rPr>
                <w:rFonts w:ascii="Corbel" w:hAnsi="Corbel"/>
                <w:b w:val="0"/>
                <w:smallCaps w:val="0"/>
                <w:szCs w:val="24"/>
              </w:rPr>
              <w:t>K06</w:t>
            </w:r>
          </w:p>
        </w:tc>
      </w:tr>
      <w:tr w:rsidRPr="009C54AE" w:rsidR="008C68CE" w:rsidTr="008C68CE" w14:paraId="0821099D" w14:textId="77777777">
        <w:tc>
          <w:tcPr>
            <w:tcW w:w="1681" w:type="dxa"/>
          </w:tcPr>
          <w:p w:rsidRPr="009C54AE" w:rsidR="008C68CE" w:rsidP="008C68CE" w:rsidRDefault="008C68CE" w14:paraId="082109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:rsidRPr="000225EC" w:rsidR="008C68CE" w:rsidP="008C68CE" w:rsidRDefault="008C68CE" w14:paraId="082109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5EC">
              <w:rPr>
                <w:rFonts w:ascii="Corbel" w:hAnsi="Corbel"/>
                <w:b w:val="0"/>
                <w:smallCaps w:val="0"/>
                <w:szCs w:val="24"/>
              </w:rPr>
              <w:t>potrafi świadomie określić poziom swojej wiedzy, w szczególności w zakresie nauk o bezpieczeństwie, nauk o zarządzaniu, nauk o polityce oraz nauk o prawie i administracji</w:t>
            </w:r>
          </w:p>
        </w:tc>
        <w:tc>
          <w:tcPr>
            <w:tcW w:w="1865" w:type="dxa"/>
          </w:tcPr>
          <w:p w:rsidRPr="009C54AE" w:rsidR="008C68CE" w:rsidP="008C68CE" w:rsidRDefault="00144BD8" w14:paraId="082109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C68CE">
              <w:rPr>
                <w:rFonts w:ascii="Corbel" w:hAnsi="Corbel"/>
                <w:b w:val="0"/>
                <w:smallCaps w:val="0"/>
                <w:szCs w:val="24"/>
              </w:rPr>
              <w:t>K07</w:t>
            </w:r>
          </w:p>
        </w:tc>
      </w:tr>
    </w:tbl>
    <w:p w:rsidRPr="009C54AE" w:rsidR="0085747A" w:rsidP="009C54AE" w:rsidRDefault="0085747A" w14:paraId="0821099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821099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082109A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82109A1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8C68CE" w14:paraId="082109A3" w14:textId="77777777">
        <w:tc>
          <w:tcPr>
            <w:tcW w:w="9520" w:type="dxa"/>
          </w:tcPr>
          <w:p w:rsidRPr="009C54AE" w:rsidR="0085747A" w:rsidP="009C54AE" w:rsidRDefault="0085747A" w14:paraId="082109A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C68CE" w:rsidTr="008C68CE" w14:paraId="082109A5" w14:textId="77777777">
        <w:tc>
          <w:tcPr>
            <w:tcW w:w="9520" w:type="dxa"/>
          </w:tcPr>
          <w:p w:rsidRPr="009D640E" w:rsidR="008C68CE" w:rsidP="005A45C1" w:rsidRDefault="008C68CE" w14:paraId="082109A4" w14:textId="7777777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Pokój vs wojna</w:t>
            </w:r>
          </w:p>
        </w:tc>
      </w:tr>
      <w:tr w:rsidRPr="009C54AE" w:rsidR="008C68CE" w:rsidTr="008C68CE" w14:paraId="082109A7" w14:textId="77777777">
        <w:tc>
          <w:tcPr>
            <w:tcW w:w="9520" w:type="dxa"/>
          </w:tcPr>
          <w:p w:rsidRPr="009D640E" w:rsidR="008C68CE" w:rsidP="005A45C1" w:rsidRDefault="008C68CE" w14:paraId="082109A6" w14:textId="7777777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Militarne i pozamilitarne zagrożenia bezpieczeństwa</w:t>
            </w:r>
          </w:p>
        </w:tc>
      </w:tr>
      <w:tr w:rsidRPr="009C54AE" w:rsidR="008C68CE" w:rsidTr="008C68CE" w14:paraId="082109A9" w14:textId="77777777">
        <w:tc>
          <w:tcPr>
            <w:tcW w:w="9520" w:type="dxa"/>
          </w:tcPr>
          <w:p w:rsidRPr="009D640E" w:rsidR="008C68CE" w:rsidP="005A45C1" w:rsidRDefault="008C68CE" w14:paraId="082109A8" w14:textId="7777777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Ład międzynarodowy, uwarunkowania polityki bezpieczeństwa.</w:t>
            </w:r>
          </w:p>
        </w:tc>
      </w:tr>
      <w:tr w:rsidRPr="009C54AE" w:rsidR="008C68CE" w:rsidTr="008C68CE" w14:paraId="082109AB" w14:textId="77777777">
        <w:tc>
          <w:tcPr>
            <w:tcW w:w="9520" w:type="dxa"/>
          </w:tcPr>
          <w:p w:rsidRPr="009D640E" w:rsidR="008C68CE" w:rsidP="005A45C1" w:rsidRDefault="008C68CE" w14:paraId="082109AA" w14:textId="7777777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 xml:space="preserve">Struktury i funkcje najważniejszych organizacji międzynarodowych i ich wpływ na bezpieczeństwo międzynarodowe. </w:t>
            </w:r>
          </w:p>
        </w:tc>
      </w:tr>
      <w:tr w:rsidRPr="009C54AE" w:rsidR="008C68CE" w:rsidTr="008C68CE" w14:paraId="082109AD" w14:textId="77777777">
        <w:tc>
          <w:tcPr>
            <w:tcW w:w="9520" w:type="dxa"/>
          </w:tcPr>
          <w:p w:rsidRPr="009D640E" w:rsidR="008C68CE" w:rsidP="005A45C1" w:rsidRDefault="008C68CE" w14:paraId="082109AC" w14:textId="7777777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NATO</w:t>
            </w:r>
          </w:p>
        </w:tc>
      </w:tr>
      <w:tr w:rsidRPr="009C54AE" w:rsidR="008C68CE" w:rsidTr="008C68CE" w14:paraId="082109AF" w14:textId="77777777">
        <w:tc>
          <w:tcPr>
            <w:tcW w:w="9520" w:type="dxa"/>
          </w:tcPr>
          <w:p w:rsidRPr="009D640E" w:rsidR="008C68CE" w:rsidP="005A45C1" w:rsidRDefault="008C68CE" w14:paraId="082109AE" w14:textId="7777777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Aktualne konflikty jako źródło braku stabilizacji międzynarodowej -Irak</w:t>
            </w:r>
          </w:p>
        </w:tc>
      </w:tr>
      <w:tr w:rsidRPr="009C54AE" w:rsidR="008C68CE" w:rsidTr="008C68CE" w14:paraId="082109B1" w14:textId="77777777">
        <w:tc>
          <w:tcPr>
            <w:tcW w:w="9520" w:type="dxa"/>
          </w:tcPr>
          <w:p w:rsidRPr="009D640E" w:rsidR="008C68CE" w:rsidP="005A45C1" w:rsidRDefault="008C68CE" w14:paraId="082109B0" w14:textId="7777777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Aktualne konflikty jako źródło braku stabilizacji międzynarodowej Afganistan, Syria, konflikt izraelsko-palestyński).</w:t>
            </w:r>
          </w:p>
        </w:tc>
      </w:tr>
      <w:tr w:rsidRPr="009C54AE" w:rsidR="008C68CE" w:rsidTr="008C68CE" w14:paraId="082109B3" w14:textId="77777777">
        <w:tc>
          <w:tcPr>
            <w:tcW w:w="9520" w:type="dxa"/>
          </w:tcPr>
          <w:p w:rsidRPr="009D640E" w:rsidR="008C68CE" w:rsidP="005A45C1" w:rsidRDefault="008C68CE" w14:paraId="082109B2" w14:textId="7777777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lastRenderedPageBreak/>
              <w:t xml:space="preserve">Wpływ buntów społecznych w drugiej dekadzie XXI wieku na kształtowanie bezpieczeństwa międzynarodowego: Arabska Wiosna, </w:t>
            </w:r>
            <w:proofErr w:type="spellStart"/>
            <w:r w:rsidRPr="009D640E">
              <w:rPr>
                <w:rFonts w:ascii="Corbel" w:hAnsi="Corbel"/>
                <w:sz w:val="24"/>
                <w:szCs w:val="24"/>
              </w:rPr>
              <w:t>Occupy</w:t>
            </w:r>
            <w:proofErr w:type="spellEnd"/>
            <w:r w:rsidRPr="009D640E">
              <w:rPr>
                <w:rFonts w:ascii="Corbel" w:hAnsi="Corbel"/>
                <w:sz w:val="24"/>
                <w:szCs w:val="24"/>
              </w:rPr>
              <w:t xml:space="preserve"> Wall </w:t>
            </w:r>
            <w:proofErr w:type="spellStart"/>
            <w:r w:rsidRPr="009D640E">
              <w:rPr>
                <w:rFonts w:ascii="Corbel" w:hAnsi="Corbel"/>
                <w:sz w:val="24"/>
                <w:szCs w:val="24"/>
              </w:rPr>
              <w:t>Street</w:t>
            </w:r>
            <w:proofErr w:type="spellEnd"/>
            <w:r w:rsidRPr="009D640E">
              <w:rPr>
                <w:rFonts w:ascii="Corbel" w:hAnsi="Corbel"/>
                <w:sz w:val="24"/>
                <w:szCs w:val="24"/>
              </w:rPr>
              <w:t>, sprawa ACTA .</w:t>
            </w:r>
          </w:p>
        </w:tc>
      </w:tr>
      <w:tr w:rsidRPr="009C54AE" w:rsidR="008C68CE" w:rsidTr="008C68CE" w14:paraId="082109B5" w14:textId="77777777">
        <w:tc>
          <w:tcPr>
            <w:tcW w:w="9520" w:type="dxa"/>
          </w:tcPr>
          <w:p w:rsidRPr="009D640E" w:rsidR="008C68CE" w:rsidP="005A45C1" w:rsidRDefault="008C68CE" w14:paraId="082109B4" w14:textId="7777777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Terroryzm „globalny”.</w:t>
            </w:r>
          </w:p>
        </w:tc>
      </w:tr>
      <w:tr w:rsidRPr="009C54AE" w:rsidR="008C68CE" w:rsidTr="008C68CE" w14:paraId="082109B7" w14:textId="77777777">
        <w:tc>
          <w:tcPr>
            <w:tcW w:w="9520" w:type="dxa"/>
          </w:tcPr>
          <w:p w:rsidRPr="009D640E" w:rsidR="008C68CE" w:rsidP="005A45C1" w:rsidRDefault="008C68CE" w14:paraId="082109B6" w14:textId="7777777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Wojny informacyjne, jako nowy rodzaj zagrożeń.</w:t>
            </w:r>
          </w:p>
        </w:tc>
      </w:tr>
      <w:tr w:rsidRPr="009C54AE" w:rsidR="008C68CE" w:rsidTr="008C68CE" w14:paraId="082109B9" w14:textId="77777777">
        <w:tc>
          <w:tcPr>
            <w:tcW w:w="9520" w:type="dxa"/>
          </w:tcPr>
          <w:p w:rsidRPr="009D640E" w:rsidR="008C68CE" w:rsidP="005A45C1" w:rsidRDefault="008C68CE" w14:paraId="082109B8" w14:textId="7777777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Rywalizacja ekonomiczna, wojny celne itp.</w:t>
            </w:r>
          </w:p>
        </w:tc>
      </w:tr>
      <w:tr w:rsidRPr="009C54AE" w:rsidR="008C68CE" w:rsidTr="008C68CE" w14:paraId="082109BB" w14:textId="77777777">
        <w:tc>
          <w:tcPr>
            <w:tcW w:w="9520" w:type="dxa"/>
          </w:tcPr>
          <w:p w:rsidRPr="009D640E" w:rsidR="008C68CE" w:rsidP="005A45C1" w:rsidRDefault="008C68CE" w14:paraId="082109BA" w14:textId="7777777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Kryzys humanitarny jako zagrożenie dla bezpieczeństwa międzynarodowego.</w:t>
            </w:r>
          </w:p>
        </w:tc>
      </w:tr>
      <w:tr w:rsidRPr="009C54AE" w:rsidR="008C68CE" w:rsidTr="008C68CE" w14:paraId="082109BD" w14:textId="77777777">
        <w:tc>
          <w:tcPr>
            <w:tcW w:w="9520" w:type="dxa"/>
          </w:tcPr>
          <w:p w:rsidRPr="009D640E" w:rsidR="008C68CE" w:rsidP="005A45C1" w:rsidRDefault="008C68CE" w14:paraId="082109BC" w14:textId="7777777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 xml:space="preserve">Koncepcja „rdzenia i sworzni”, </w:t>
            </w:r>
            <w:proofErr w:type="spellStart"/>
            <w:r w:rsidRPr="009D640E">
              <w:rPr>
                <w:rFonts w:ascii="Corbel" w:hAnsi="Corbel"/>
                <w:sz w:val="24"/>
                <w:szCs w:val="24"/>
              </w:rPr>
              <w:t>Heartlandu</w:t>
            </w:r>
            <w:proofErr w:type="spellEnd"/>
            <w:r w:rsidRPr="009D640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9D640E">
              <w:rPr>
                <w:rFonts w:ascii="Corbel" w:hAnsi="Corbel"/>
                <w:sz w:val="24"/>
                <w:szCs w:val="24"/>
              </w:rPr>
              <w:t>Rimlandu</w:t>
            </w:r>
            <w:proofErr w:type="spellEnd"/>
          </w:p>
        </w:tc>
      </w:tr>
      <w:tr w:rsidRPr="009C54AE" w:rsidR="008C68CE" w:rsidTr="008C68CE" w14:paraId="082109BF" w14:textId="77777777">
        <w:tc>
          <w:tcPr>
            <w:tcW w:w="9520" w:type="dxa"/>
          </w:tcPr>
          <w:p w:rsidRPr="009D640E" w:rsidR="008C68CE" w:rsidP="005A45C1" w:rsidRDefault="008C68CE" w14:paraId="082109BE" w14:textId="7777777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Normy prawne, reguły funkcjonowania polityki międzynarodowej. Rola Mocarstw.</w:t>
            </w:r>
          </w:p>
        </w:tc>
      </w:tr>
      <w:tr w:rsidRPr="009C54AE" w:rsidR="008C68CE" w:rsidTr="008C68CE" w14:paraId="082109C1" w14:textId="77777777">
        <w:tc>
          <w:tcPr>
            <w:tcW w:w="9520" w:type="dxa"/>
          </w:tcPr>
          <w:p w:rsidRPr="009D640E" w:rsidR="008C68CE" w:rsidP="005A45C1" w:rsidRDefault="008C68CE" w14:paraId="082109C0" w14:textId="7777777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Trendy rozwojowe świata wpływ bieżącej polityki na przyszłość bezpieczeństwa międzynarodowego</w:t>
            </w:r>
          </w:p>
        </w:tc>
      </w:tr>
    </w:tbl>
    <w:p w:rsidR="009956E3" w:rsidP="009956E3" w:rsidRDefault="009956E3" w14:paraId="0D417DDC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9956E3" w:rsidR="009956E3" w:rsidP="009956E3" w:rsidRDefault="009956E3" w14:paraId="07F9CD18" w14:textId="66D23B4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956E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9C54AE" w:rsidR="009956E3" w:rsidP="009956E3" w:rsidRDefault="009956E3" w14:paraId="153DB73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9956E3" w:rsidTr="002E75F9" w14:paraId="2AC8F194" w14:textId="77777777">
        <w:tc>
          <w:tcPr>
            <w:tcW w:w="9639" w:type="dxa"/>
          </w:tcPr>
          <w:p w:rsidRPr="009C54AE" w:rsidR="009956E3" w:rsidP="002E75F9" w:rsidRDefault="009956E3" w14:paraId="7BA9590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956E3" w:rsidTr="002E75F9" w14:paraId="69E1D841" w14:textId="77777777">
        <w:tc>
          <w:tcPr>
            <w:tcW w:w="9639" w:type="dxa"/>
          </w:tcPr>
          <w:p w:rsidRPr="009C54AE" w:rsidR="009956E3" w:rsidP="002E75F9" w:rsidRDefault="009956E3" w14:paraId="79E88FC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9956E3" w:rsidTr="002E75F9" w14:paraId="5883ED64" w14:textId="77777777">
        <w:tc>
          <w:tcPr>
            <w:tcW w:w="9639" w:type="dxa"/>
          </w:tcPr>
          <w:p w:rsidRPr="009C54AE" w:rsidR="009956E3" w:rsidP="002E75F9" w:rsidRDefault="009956E3" w14:paraId="183230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9956E3" w:rsidTr="002E75F9" w14:paraId="503142E5" w14:textId="77777777">
        <w:tc>
          <w:tcPr>
            <w:tcW w:w="9639" w:type="dxa"/>
          </w:tcPr>
          <w:p w:rsidRPr="009C54AE" w:rsidR="009956E3" w:rsidP="002E75F9" w:rsidRDefault="009956E3" w14:paraId="5836FA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082109C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82109C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82109C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082109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53C41" w:rsidR="009956E3" w:rsidP="009956E3" w:rsidRDefault="009956E3" w14:paraId="40914906" w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9956E3" w:rsidP="009956E3" w:rsidRDefault="009956E3" w14:paraId="20AB397C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9956E3" w:rsidP="009956E3" w:rsidRDefault="009956E3" w14:paraId="63C90D68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9956E3" w:rsidP="009956E3" w:rsidRDefault="009956E3" w14:paraId="291939E8" w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9956E3" w:rsidP="009956E3" w:rsidRDefault="009956E3" w14:paraId="765E8D52" w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</w:p>
    <w:p w:rsidRPr="009F04F6" w:rsidR="008C68CE" w:rsidP="009956E3" w:rsidRDefault="009F04F6" w14:paraId="082109C6" w14:textId="18C125F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d</w:t>
      </w:r>
      <w:r w:rsidRPr="009F04F6" w:rsidR="008C68CE">
        <w:rPr>
          <w:rFonts w:ascii="Corbel" w:hAnsi="Corbel"/>
          <w:b w:val="0"/>
          <w:smallCaps w:val="0"/>
          <w:color w:val="000000"/>
          <w:szCs w:val="24"/>
        </w:rPr>
        <w:t>yskusja na podstawie przygotowanych wcześniej lektur, analiza materiałów źródłowych, elementy wykładu</w:t>
      </w:r>
    </w:p>
    <w:p w:rsidR="00E960BB" w:rsidP="009C54AE" w:rsidRDefault="00E960BB" w14:paraId="082109C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82109C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82109C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82109C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82109C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8C68CE" w14:paraId="082109D1" w14:textId="77777777">
        <w:tc>
          <w:tcPr>
            <w:tcW w:w="1962" w:type="dxa"/>
            <w:vAlign w:val="center"/>
          </w:tcPr>
          <w:p w:rsidRPr="009C54AE" w:rsidR="0085747A" w:rsidP="009C54AE" w:rsidRDefault="0071620A" w14:paraId="082109C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082109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82109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082109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82109D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C68CE" w:rsidTr="008C68CE" w14:paraId="082109D5" w14:textId="77777777">
        <w:tc>
          <w:tcPr>
            <w:tcW w:w="1962" w:type="dxa"/>
          </w:tcPr>
          <w:p w:rsidRPr="009C54AE" w:rsidR="008C68CE" w:rsidP="008C68CE" w:rsidRDefault="008C68CE" w14:paraId="082109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9F04F6" w:rsidR="008C68CE" w:rsidP="009F04F6" w:rsidRDefault="008C68CE" w14:paraId="082109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Pr="009C54AE" w:rsidR="008C68CE" w:rsidP="008C68CE" w:rsidRDefault="008C68CE" w14:paraId="082109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8C68CE" w:rsidTr="008C68CE" w14:paraId="082109D9" w14:textId="77777777">
        <w:tc>
          <w:tcPr>
            <w:tcW w:w="1962" w:type="dxa"/>
          </w:tcPr>
          <w:p w:rsidRPr="009C54AE" w:rsidR="008C68CE" w:rsidP="008C68CE" w:rsidRDefault="008C68CE" w14:paraId="082109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F04F6" w:rsidR="008C68CE" w:rsidP="009F04F6" w:rsidRDefault="008C68CE" w14:paraId="082109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Pr="009C54AE" w:rsidR="008C68CE" w:rsidP="008C68CE" w:rsidRDefault="008C68CE" w14:paraId="082109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8C68CE" w:rsidTr="008C68CE" w14:paraId="082109DD" w14:textId="77777777">
        <w:tc>
          <w:tcPr>
            <w:tcW w:w="1962" w:type="dxa"/>
          </w:tcPr>
          <w:p w:rsidRPr="009C54AE" w:rsidR="008C68CE" w:rsidP="008C68CE" w:rsidRDefault="008C68CE" w14:paraId="082109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Pr="009F04F6" w:rsidR="008C68CE" w:rsidP="009F04F6" w:rsidRDefault="008C68CE" w14:paraId="082109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Pr="009C54AE" w:rsidR="008C68CE" w:rsidP="008C68CE" w:rsidRDefault="008C68CE" w14:paraId="082109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8C68CE" w:rsidTr="008C68CE" w14:paraId="082109E1" w14:textId="77777777">
        <w:tc>
          <w:tcPr>
            <w:tcW w:w="1962" w:type="dxa"/>
          </w:tcPr>
          <w:p w:rsidRPr="009C54AE" w:rsidR="008C68CE" w:rsidP="008C68CE" w:rsidRDefault="008C68CE" w14:paraId="082109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Pr="009F04F6" w:rsidR="008C68CE" w:rsidP="009F04F6" w:rsidRDefault="008C68CE" w14:paraId="082109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:rsidRPr="009C54AE" w:rsidR="008C68CE" w:rsidP="008C68CE" w:rsidRDefault="008C68CE" w14:paraId="082109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8C68CE" w:rsidTr="008C68CE" w14:paraId="082109E5" w14:textId="77777777">
        <w:tc>
          <w:tcPr>
            <w:tcW w:w="1962" w:type="dxa"/>
          </w:tcPr>
          <w:p w:rsidRPr="009C54AE" w:rsidR="008C68CE" w:rsidP="008C68CE" w:rsidRDefault="008C68CE" w14:paraId="082109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Pr="009F04F6" w:rsidR="008C68CE" w:rsidP="009F04F6" w:rsidRDefault="008C68CE" w14:paraId="082109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do dyskusji podczas zajęć</w:t>
            </w:r>
          </w:p>
        </w:tc>
        <w:tc>
          <w:tcPr>
            <w:tcW w:w="2117" w:type="dxa"/>
          </w:tcPr>
          <w:p w:rsidRPr="009C54AE" w:rsidR="008C68CE" w:rsidP="008C68CE" w:rsidRDefault="008C68CE" w14:paraId="082109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8C68CE" w:rsidTr="008C68CE" w14:paraId="082109E9" w14:textId="77777777">
        <w:tc>
          <w:tcPr>
            <w:tcW w:w="1962" w:type="dxa"/>
          </w:tcPr>
          <w:p w:rsidRPr="009C54AE" w:rsidR="008C68CE" w:rsidP="008C68CE" w:rsidRDefault="008C68CE" w14:paraId="082109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:rsidRPr="009F04F6" w:rsidR="008C68CE" w:rsidP="009F04F6" w:rsidRDefault="008C68CE" w14:paraId="082109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do dyskusji podczas zajęć</w:t>
            </w:r>
          </w:p>
        </w:tc>
        <w:tc>
          <w:tcPr>
            <w:tcW w:w="2117" w:type="dxa"/>
          </w:tcPr>
          <w:p w:rsidRPr="009C54AE" w:rsidR="008C68CE" w:rsidP="008C68CE" w:rsidRDefault="008C68CE" w14:paraId="082109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082109E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82109E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82109E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442BE" w:rsidR="0085747A" w:rsidTr="00923D7D" w14:paraId="082109F7" w14:textId="77777777">
        <w:tc>
          <w:tcPr>
            <w:tcW w:w="9670" w:type="dxa"/>
          </w:tcPr>
          <w:p w:rsidRPr="007442BE" w:rsidR="008C68CE" w:rsidP="008C68CE" w:rsidRDefault="008C68CE" w14:paraId="082109E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Kolokwium: Zaliczenie pisemne z pytaniami otwartymi. </w:t>
            </w:r>
          </w:p>
          <w:p w:rsidRPr="007442BE" w:rsidR="008C68CE" w:rsidP="008C68CE" w:rsidRDefault="008C68CE" w14:paraId="082109E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lastRenderedPageBreak/>
              <w:t xml:space="preserve">Czas na odpowiedzi 30 minut. Za każde pytanie można uzyskać maksymalnie 20pkt, w sumie 60 pkt. </w:t>
            </w:r>
          </w:p>
          <w:p w:rsidRPr="007442BE" w:rsidR="008C68CE" w:rsidP="008C68CE" w:rsidRDefault="008C68CE" w14:paraId="082109E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Do oceny ostatecznej wlicza się także aktywność w trakcie zajęć 40pkt </w:t>
            </w:r>
          </w:p>
          <w:p w:rsidRPr="007442BE" w:rsidR="008C68CE" w:rsidP="008C68CE" w:rsidRDefault="008C68CE" w14:paraId="082109F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Ostateczna oceny wg schematu: </w:t>
            </w:r>
          </w:p>
          <w:p w:rsidRPr="007442BE" w:rsidR="008C68CE" w:rsidP="008C68CE" w:rsidRDefault="008C68CE" w14:paraId="082109F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100-90pkt.: 5; </w:t>
            </w:r>
          </w:p>
          <w:p w:rsidRPr="007442BE" w:rsidR="008C68CE" w:rsidP="008C68CE" w:rsidRDefault="008C68CE" w14:paraId="082109F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89-80pkt.: 4,5; </w:t>
            </w:r>
          </w:p>
          <w:p w:rsidRPr="007442BE" w:rsidR="008C68CE" w:rsidP="008C68CE" w:rsidRDefault="008C68CE" w14:paraId="082109F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79-70pkt.: 4; </w:t>
            </w:r>
          </w:p>
          <w:p w:rsidRPr="007442BE" w:rsidR="008C68CE" w:rsidP="008C68CE" w:rsidRDefault="008C68CE" w14:paraId="082109F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69-60pkt.: 3,5; </w:t>
            </w:r>
            <w:bookmarkStart w:name="_GoBack" w:id="0"/>
            <w:bookmarkEnd w:id="0"/>
          </w:p>
          <w:p w:rsidRPr="007442BE" w:rsidR="008C68CE" w:rsidP="008C68CE" w:rsidRDefault="008C68CE" w14:paraId="082109F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59-50pkt.: 3; </w:t>
            </w:r>
          </w:p>
          <w:p w:rsidRPr="007442BE" w:rsidR="0085747A" w:rsidP="008C68CE" w:rsidRDefault="008C68CE" w14:paraId="082109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2BE">
              <w:rPr>
                <w:rFonts w:ascii="Corbel" w:hAnsi="Corbel"/>
                <w:b w:val="0"/>
                <w:szCs w:val="24"/>
              </w:rPr>
              <w:t>poniżej 50pkt.: 2.</w:t>
            </w:r>
          </w:p>
        </w:tc>
      </w:tr>
    </w:tbl>
    <w:p w:rsidRPr="009C54AE" w:rsidR="0085747A" w:rsidP="009C54AE" w:rsidRDefault="0085747A" w14:paraId="082109F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82109F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82109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8C68CE" w14:paraId="082109FD" w14:textId="77777777">
        <w:tc>
          <w:tcPr>
            <w:tcW w:w="4902" w:type="dxa"/>
            <w:vAlign w:val="center"/>
          </w:tcPr>
          <w:p w:rsidRPr="009C54AE" w:rsidR="0085747A" w:rsidP="009C54AE" w:rsidRDefault="00C61DC5" w14:paraId="082109F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082109F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C68CE" w:rsidTr="008C68CE" w14:paraId="08210A00" w14:textId="77777777">
        <w:tc>
          <w:tcPr>
            <w:tcW w:w="4902" w:type="dxa"/>
          </w:tcPr>
          <w:p w:rsidRPr="009C54AE" w:rsidR="008C68CE" w:rsidP="008C68CE" w:rsidRDefault="008C68CE" w14:paraId="082109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8C68CE" w:rsidP="008C68CE" w:rsidRDefault="00D97D0C" w14:paraId="082109FF" w14:textId="28CCDE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8C68CE" w:rsidTr="008C68CE" w14:paraId="08210A04" w14:textId="77777777">
        <w:tc>
          <w:tcPr>
            <w:tcW w:w="4902" w:type="dxa"/>
          </w:tcPr>
          <w:p w:rsidRPr="009C54AE" w:rsidR="008C68CE" w:rsidP="008C68CE" w:rsidRDefault="008C68CE" w14:paraId="08210A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8C68CE" w:rsidP="008C68CE" w:rsidRDefault="008C68CE" w14:paraId="08210A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9C54AE" w:rsidR="008C68CE" w:rsidP="008C68CE" w:rsidRDefault="00D97D0C" w14:paraId="08210A03" w14:textId="5C8EAA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8C68CE" w:rsidTr="008C68CE" w14:paraId="08210A08" w14:textId="77777777">
        <w:tc>
          <w:tcPr>
            <w:tcW w:w="4902" w:type="dxa"/>
          </w:tcPr>
          <w:p w:rsidRPr="009C54AE" w:rsidR="008C68CE" w:rsidP="008C68CE" w:rsidRDefault="008C68CE" w14:paraId="08210A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8C68CE" w:rsidP="008C68CE" w:rsidRDefault="008C68CE" w14:paraId="08210A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9C54AE" w:rsidR="008C68CE" w:rsidP="008C68CE" w:rsidRDefault="008C68CE" w14:paraId="08210A0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8C68CE" w:rsidTr="008C68CE" w14:paraId="08210A0B" w14:textId="77777777">
        <w:tc>
          <w:tcPr>
            <w:tcW w:w="4902" w:type="dxa"/>
          </w:tcPr>
          <w:p w:rsidRPr="009C54AE" w:rsidR="008C68CE" w:rsidP="008C68CE" w:rsidRDefault="008C68CE" w14:paraId="08210A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8C68CE" w:rsidP="008C68CE" w:rsidRDefault="008C68CE" w14:paraId="08210A0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C68CE" w:rsidTr="008C68CE" w14:paraId="08210A0E" w14:textId="77777777">
        <w:tc>
          <w:tcPr>
            <w:tcW w:w="4902" w:type="dxa"/>
          </w:tcPr>
          <w:p w:rsidRPr="009C54AE" w:rsidR="008C68CE" w:rsidP="008C68CE" w:rsidRDefault="008C68CE" w14:paraId="08210A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8C68CE" w:rsidP="008C68CE" w:rsidRDefault="008C68CE" w14:paraId="08210A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08210A0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8210A1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8210A1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8210A1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08210A15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8210A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08210A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08210A18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8210A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08210A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08210A1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8210A1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8210A1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08210A20" w14:textId="77777777">
        <w:trPr>
          <w:trHeight w:val="397"/>
        </w:trPr>
        <w:tc>
          <w:tcPr>
            <w:tcW w:w="7513" w:type="dxa"/>
          </w:tcPr>
          <w:p w:rsidR="00E67608" w:rsidP="00E67608" w:rsidRDefault="0085747A" w14:paraId="08210A1C" w14:textId="77777777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7C7E1F" w:rsidR="00E67608">
              <w:rPr>
                <w:rFonts w:ascii="Corbel" w:hAnsi="Corbel"/>
                <w:szCs w:val="24"/>
              </w:rPr>
              <w:t xml:space="preserve"> </w:t>
            </w:r>
          </w:p>
          <w:p w:rsidRPr="002A131C" w:rsidR="00D73D67" w:rsidP="00D03C7C" w:rsidRDefault="002A131C" w14:paraId="4229E7A2" w14:textId="0A35D344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Brzeziński Z.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03C7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</w:t>
            </w:r>
            <w:r w:rsidRPr="002A131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ielka szachownica</w:t>
            </w:r>
            <w:r w:rsidR="00D03C7C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>arszawa 1998</w:t>
            </w:r>
            <w:r w:rsidR="00D03C7C">
              <w:rPr>
                <w:rFonts w:ascii="Corbel" w:hAnsi="Corbel"/>
                <w:b w:val="0"/>
                <w:smallCaps w:val="0"/>
                <w:szCs w:val="24"/>
              </w:rPr>
              <w:t xml:space="preserve">  (szczególnie rozdz. 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2); </w:t>
            </w:r>
          </w:p>
          <w:p w:rsidRPr="002A131C" w:rsidR="00E67608" w:rsidP="00D03C7C" w:rsidRDefault="00D03C7C" w14:paraId="08210A1E" w14:textId="04A28845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2A131C" w:rsidR="002A131C">
              <w:rPr>
                <w:rFonts w:ascii="Corbel" w:hAnsi="Corbel"/>
                <w:b w:val="0"/>
                <w:smallCaps w:val="0"/>
                <w:szCs w:val="24"/>
              </w:rPr>
              <w:t xml:space="preserve">ilczanowski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M., </w:t>
            </w:r>
            <w:r w:rsidRPr="00D03C7C">
              <w:rPr>
                <w:rFonts w:ascii="Corbel" w:hAnsi="Corbel"/>
                <w:b w:val="0"/>
                <w:i/>
                <w:smallCaps w:val="0"/>
                <w:szCs w:val="24"/>
              </w:rPr>
              <w:t>S</w:t>
            </w:r>
            <w:r w:rsidRPr="00D03C7C" w:rsidR="002A131C">
              <w:rPr>
                <w:rFonts w:ascii="Corbel" w:hAnsi="Corbel"/>
                <w:b w:val="0"/>
                <w:i/>
                <w:smallCaps w:val="0"/>
                <w:szCs w:val="24"/>
              </w:rPr>
              <w:t>ztuka budowania pokoju: przywództwo strategiczne podczas realizacji fazy iv operacji iracka wolność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</w:t>
            </w:r>
            <w:r w:rsidRPr="002A131C" w:rsidR="002A131C">
              <w:rPr>
                <w:rFonts w:ascii="Corbel" w:hAnsi="Corbel"/>
                <w:b w:val="0"/>
                <w:smallCaps w:val="0"/>
                <w:szCs w:val="24"/>
              </w:rPr>
              <w:t>zeszów 2020 (szczególnie rozdz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A131C" w:rsidR="002A131C">
              <w:rPr>
                <w:rFonts w:ascii="Corbel" w:hAnsi="Corbel"/>
                <w:b w:val="0"/>
                <w:smallCaps w:val="0"/>
                <w:szCs w:val="24"/>
              </w:rPr>
              <w:t xml:space="preserve"> 2).</w:t>
            </w:r>
          </w:p>
          <w:p w:rsidRPr="009C54AE" w:rsidR="0085747A" w:rsidP="009C54AE" w:rsidRDefault="0085747A" w14:paraId="08210A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08210A29" w14:textId="77777777">
        <w:trPr>
          <w:trHeight w:val="397"/>
        </w:trPr>
        <w:tc>
          <w:tcPr>
            <w:tcW w:w="7513" w:type="dxa"/>
          </w:tcPr>
          <w:p w:rsidR="0085747A" w:rsidP="009C54AE" w:rsidRDefault="0085747A" w14:paraId="08210A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1474C0" w:rsidR="007442BE" w:rsidP="007442BE" w:rsidRDefault="007442BE" w14:paraId="064392D5" w14:textId="77777777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Gawliczek P., Pawłowski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Zagrożenia asymetryczne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(AON) 2003.</w:t>
            </w:r>
          </w:p>
          <w:p w:rsidRPr="001474C0" w:rsidR="007442BE" w:rsidP="001474C0" w:rsidRDefault="007442BE" w14:paraId="696498AB" w14:textId="77777777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Kaczmarek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Bezpieczny świat. Utopia czy realna szansa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Wrocław 2003;</w:t>
            </w:r>
          </w:p>
          <w:p w:rsidRPr="001474C0" w:rsidR="007442BE" w:rsidP="001474C0" w:rsidRDefault="007442BE" w14:paraId="5341C72A" w14:textId="77777777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Kukułka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 w Europie Środkowej po zimnej wojnie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1994.</w:t>
            </w:r>
          </w:p>
          <w:p w:rsidRPr="001474C0" w:rsidR="007442BE" w:rsidP="001474C0" w:rsidRDefault="007442BE" w14:paraId="1D827771" w14:textId="77777777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Kuźniar R.,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:rsidRPr="001474C0" w:rsidR="007442BE" w:rsidP="001474C0" w:rsidRDefault="007442BE" w14:paraId="312CF415" w14:textId="77777777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>Kuźniar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  [et al.]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Warszawa Wydawnictwo Naukowe "Scholar",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1474C0" w:rsidR="007442BE" w:rsidP="001474C0" w:rsidRDefault="007442BE" w14:paraId="249C8ECA" w14:textId="77777777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Kuźniar R.,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Polska polityka bezpieczeństwa 1989-2000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:rsidRPr="009C54AE" w:rsidR="00E67608" w:rsidP="009C54AE" w:rsidRDefault="00E67608" w14:paraId="08210A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08210A2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8210A2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8210A2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70A" w:rsidP="00C16ABF" w:rsidRDefault="0054370A" w14:paraId="00E40F14" w14:textId="77777777">
      <w:pPr>
        <w:spacing w:after="0" w:line="240" w:lineRule="auto"/>
      </w:pPr>
      <w:r>
        <w:separator/>
      </w:r>
    </w:p>
  </w:endnote>
  <w:endnote w:type="continuationSeparator" w:id="0">
    <w:p w:rsidR="0054370A" w:rsidP="00C16ABF" w:rsidRDefault="0054370A" w14:paraId="06DEE20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70A" w:rsidP="00C16ABF" w:rsidRDefault="0054370A" w14:paraId="3ED8F30F" w14:textId="77777777">
      <w:pPr>
        <w:spacing w:after="0" w:line="240" w:lineRule="auto"/>
      </w:pPr>
      <w:r>
        <w:separator/>
      </w:r>
    </w:p>
  </w:footnote>
  <w:footnote w:type="continuationSeparator" w:id="0">
    <w:p w:rsidR="0054370A" w:rsidP="00C16ABF" w:rsidRDefault="0054370A" w14:paraId="7A98302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8210A3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446DE"/>
    <w:multiLevelType w:val="hybridMultilevel"/>
    <w:tmpl w:val="CF44DD2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2410204"/>
    <w:multiLevelType w:val="hybridMultilevel"/>
    <w:tmpl w:val="02444BDC"/>
    <w:lvl w:ilvl="0" w:tplc="C324CC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24A05B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1FC05C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27CC2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9F0E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5E051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2069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DCFC7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D3E47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BE523B"/>
    <w:multiLevelType w:val="hybridMultilevel"/>
    <w:tmpl w:val="D1B0FFCE"/>
    <w:lvl w:ilvl="0" w:tplc="06D44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63F4FC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7F069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96024B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3CA63C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E6075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A2844E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429E3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AA4E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BE6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4ED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4BD8"/>
    <w:rsid w:val="00146BC0"/>
    <w:rsid w:val="001474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31C"/>
    <w:rsid w:val="002A22BF"/>
    <w:rsid w:val="002A2389"/>
    <w:rsid w:val="002A3DAA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F8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70A"/>
    <w:rsid w:val="00543ACC"/>
    <w:rsid w:val="00563EE9"/>
    <w:rsid w:val="0056696D"/>
    <w:rsid w:val="0059484D"/>
    <w:rsid w:val="005A0855"/>
    <w:rsid w:val="005A133C"/>
    <w:rsid w:val="005A3196"/>
    <w:rsid w:val="005A45C1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2BE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7171"/>
    <w:rsid w:val="008C0CC0"/>
    <w:rsid w:val="008C19A9"/>
    <w:rsid w:val="008C379D"/>
    <w:rsid w:val="008C5147"/>
    <w:rsid w:val="008C5359"/>
    <w:rsid w:val="008C5363"/>
    <w:rsid w:val="008C68CE"/>
    <w:rsid w:val="008D3DFB"/>
    <w:rsid w:val="008E64F4"/>
    <w:rsid w:val="008F12C9"/>
    <w:rsid w:val="008F6E29"/>
    <w:rsid w:val="00916188"/>
    <w:rsid w:val="00916C0B"/>
    <w:rsid w:val="00923D7D"/>
    <w:rsid w:val="00943DF1"/>
    <w:rsid w:val="009508DF"/>
    <w:rsid w:val="00950DAC"/>
    <w:rsid w:val="00954A07"/>
    <w:rsid w:val="00974945"/>
    <w:rsid w:val="009956E3"/>
    <w:rsid w:val="00997F14"/>
    <w:rsid w:val="009A78D9"/>
    <w:rsid w:val="009C3E31"/>
    <w:rsid w:val="009C54AE"/>
    <w:rsid w:val="009C788E"/>
    <w:rsid w:val="009D3F3B"/>
    <w:rsid w:val="009E0543"/>
    <w:rsid w:val="009E3B41"/>
    <w:rsid w:val="009F04F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30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3EC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C7C"/>
    <w:rsid w:val="00D10B50"/>
    <w:rsid w:val="00D17C3C"/>
    <w:rsid w:val="00D26B2C"/>
    <w:rsid w:val="00D352C9"/>
    <w:rsid w:val="00D425B2"/>
    <w:rsid w:val="00D428D6"/>
    <w:rsid w:val="00D552B2"/>
    <w:rsid w:val="00D608D1"/>
    <w:rsid w:val="00D73D67"/>
    <w:rsid w:val="00D74119"/>
    <w:rsid w:val="00D8075B"/>
    <w:rsid w:val="00D8678B"/>
    <w:rsid w:val="00D97D0C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169"/>
    <w:rsid w:val="00E51E44"/>
    <w:rsid w:val="00E63348"/>
    <w:rsid w:val="00E6760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CAF"/>
    <w:rsid w:val="00F617C3"/>
    <w:rsid w:val="00F7066B"/>
    <w:rsid w:val="00F83B28"/>
    <w:rsid w:val="00F974DA"/>
    <w:rsid w:val="00FA46E5"/>
    <w:rsid w:val="00FB7DBA"/>
    <w:rsid w:val="00FC1C25"/>
    <w:rsid w:val="00FC3210"/>
    <w:rsid w:val="00FC3F45"/>
    <w:rsid w:val="00FD503F"/>
    <w:rsid w:val="00FD7589"/>
    <w:rsid w:val="00FF016A"/>
    <w:rsid w:val="00FF1401"/>
    <w:rsid w:val="00FF5E7D"/>
    <w:rsid w:val="18A2D978"/>
    <w:rsid w:val="296F659D"/>
    <w:rsid w:val="38654969"/>
    <w:rsid w:val="39CAB53F"/>
    <w:rsid w:val="4B9BD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1091B"/>
  <w15:docId w15:val="{ADA96EE2-5C07-4FAD-8BCD-F0D3DDDE01A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74641-D2D9-418E-91C5-51490680753F}"/>
</file>

<file path=customXml/itemProps2.xml><?xml version="1.0" encoding="utf-8"?>
<ds:datastoreItem xmlns:ds="http://schemas.openxmlformats.org/officeDocument/2006/customXml" ds:itemID="{13233A1B-204A-44BD-AD20-52E538AD39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48FFD6-7A89-46FD-B82F-9D76E1FF1A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1A70A4-F9FB-453E-875A-52918525296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Cwynar Katarzyna</cp:lastModifiedBy>
  <cp:revision>4</cp:revision>
  <cp:lastPrinted>2019-02-06T12:12:00Z</cp:lastPrinted>
  <dcterms:created xsi:type="dcterms:W3CDTF">2021-11-09T08:33:00Z</dcterms:created>
  <dcterms:modified xsi:type="dcterms:W3CDTF">2021-11-09T17:37:23Z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